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24118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24118" w:rsidP="00124118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610E">
              <w:rPr>
                <w:rFonts w:ascii="Arial" w:hAnsi="Arial" w:cs="Arial"/>
                <w:sz w:val="18"/>
                <w:szCs w:val="18"/>
              </w:rPr>
              <w:t>84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124118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12411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610E">
              <w:rPr>
                <w:rFonts w:ascii="Arial" w:hAnsi="Arial" w:cs="Arial"/>
                <w:noProof/>
                <w:sz w:val="18"/>
                <w:szCs w:val="18"/>
              </w:rPr>
              <w:t>Wednesday, 5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12411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A5610E" w:rsidP="00A561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Right arm weakness, slurred speech and choking on food. No obvious intracranial abnormalities noted on CT. His presentation is consistent with left LACI.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2903220</wp:posOffset>
                      </wp:positionV>
                      <wp:extent cx="219075" cy="152400"/>
                      <wp:effectExtent l="6985" t="635" r="2540" b="8890"/>
                      <wp:wrapNone/>
                      <wp:docPr id="61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01AE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7" o:spid="_x0000_s1026" type="#_x0000_t202" style="position:absolute;left:0;text-align:left;margin-left:266.35pt;margin-top:228.6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5hd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s8&#10;y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01AE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3596005</wp:posOffset>
                      </wp:positionH>
                      <wp:positionV relativeFrom="paragraph">
                        <wp:posOffset>2519045</wp:posOffset>
                      </wp:positionV>
                      <wp:extent cx="237490" cy="932815"/>
                      <wp:effectExtent l="20320" t="45085" r="18415" b="50800"/>
                      <wp:wrapNone/>
                      <wp:docPr id="60" name="Freeform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7490" cy="932815"/>
                              </a:xfrm>
                              <a:custGeom>
                                <a:avLst/>
                                <a:gdLst>
                                  <a:gd name="T0" fmla="*/ 225 w 374"/>
                                  <a:gd name="T1" fmla="*/ 0 h 1469"/>
                                  <a:gd name="T2" fmla="*/ 262 w 374"/>
                                  <a:gd name="T3" fmla="*/ 393 h 1469"/>
                                  <a:gd name="T4" fmla="*/ 299 w 374"/>
                                  <a:gd name="T5" fmla="*/ 543 h 1469"/>
                                  <a:gd name="T6" fmla="*/ 374 w 374"/>
                                  <a:gd name="T7" fmla="*/ 702 h 1469"/>
                                  <a:gd name="T8" fmla="*/ 365 w 374"/>
                                  <a:gd name="T9" fmla="*/ 870 h 1469"/>
                                  <a:gd name="T10" fmla="*/ 262 w 374"/>
                                  <a:gd name="T11" fmla="*/ 992 h 1469"/>
                                  <a:gd name="T12" fmla="*/ 140 w 374"/>
                                  <a:gd name="T13" fmla="*/ 1104 h 1469"/>
                                  <a:gd name="T14" fmla="*/ 0 w 374"/>
                                  <a:gd name="T15" fmla="*/ 1469 h 1469"/>
                                  <a:gd name="T16" fmla="*/ 225 w 374"/>
                                  <a:gd name="T17" fmla="*/ 0 h 14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74" h="1469">
                                    <a:moveTo>
                                      <a:pt x="225" y="0"/>
                                    </a:moveTo>
                                    <a:lnTo>
                                      <a:pt x="262" y="393"/>
                                    </a:lnTo>
                                    <a:lnTo>
                                      <a:pt x="299" y="543"/>
                                    </a:lnTo>
                                    <a:lnTo>
                                      <a:pt x="374" y="702"/>
                                    </a:lnTo>
                                    <a:lnTo>
                                      <a:pt x="365" y="870"/>
                                    </a:lnTo>
                                    <a:lnTo>
                                      <a:pt x="262" y="992"/>
                                    </a:lnTo>
                                    <a:lnTo>
                                      <a:pt x="140" y="1104"/>
                                    </a:lnTo>
                                    <a:lnTo>
                                      <a:pt x="0" y="1469"/>
                                    </a:lnTo>
                                    <a:lnTo>
                                      <a:pt x="2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22B04" id="Freeform 496" o:spid="_x0000_s1026" style="position:absolute;margin-left:283.15pt;margin-top:198.35pt;width:18.7pt;height:73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4,1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" path="m225,r37,393l299,543r75,159l365,870,262,992,140,1104,,1469,225,xe" fillcolor="silver">
                      <v:path arrowok="t" o:connecttype="custom" o:connectlocs="142875,0;166370,249555;189865,344805;237490,445770;231775,552450;166370,629920;88900,701040;0,932815;142875,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3536950</wp:posOffset>
                      </wp:positionH>
                      <wp:positionV relativeFrom="paragraph">
                        <wp:posOffset>2287270</wp:posOffset>
                      </wp:positionV>
                      <wp:extent cx="208280" cy="172720"/>
                      <wp:effectExtent l="8890" t="13335" r="11430" b="33020"/>
                      <wp:wrapNone/>
                      <wp:docPr id="59" name="Freeform 50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280" cy="172720"/>
                              </a:xfrm>
                              <a:custGeom>
                                <a:avLst/>
                                <a:gdLst>
                                  <a:gd name="T0" fmla="*/ 0 w 328"/>
                                  <a:gd name="T1" fmla="*/ 10 h 272"/>
                                  <a:gd name="T2" fmla="*/ 169 w 328"/>
                                  <a:gd name="T3" fmla="*/ 0 h 272"/>
                                  <a:gd name="T4" fmla="*/ 300 w 328"/>
                                  <a:gd name="T5" fmla="*/ 85 h 272"/>
                                  <a:gd name="T6" fmla="*/ 328 w 328"/>
                                  <a:gd name="T7" fmla="*/ 187 h 272"/>
                                  <a:gd name="T8" fmla="*/ 309 w 328"/>
                                  <a:gd name="T9" fmla="*/ 272 h 272"/>
                                  <a:gd name="T10" fmla="*/ 272 w 328"/>
                                  <a:gd name="T11" fmla="*/ 131 h 272"/>
                                  <a:gd name="T12" fmla="*/ 159 w 328"/>
                                  <a:gd name="T13" fmla="*/ 57 h 272"/>
                                  <a:gd name="T14" fmla="*/ 66 w 328"/>
                                  <a:gd name="T15" fmla="*/ 38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28" h="272">
                                    <a:moveTo>
                                      <a:pt x="0" y="10"/>
                                    </a:moveTo>
                                    <a:lnTo>
                                      <a:pt x="169" y="0"/>
                                    </a:lnTo>
                                    <a:lnTo>
                                      <a:pt x="300" y="85"/>
                                    </a:lnTo>
                                    <a:lnTo>
                                      <a:pt x="328" y="187"/>
                                    </a:lnTo>
                                    <a:lnTo>
                                      <a:pt x="309" y="272"/>
                                    </a:lnTo>
                                    <a:lnTo>
                                      <a:pt x="272" y="131"/>
                                    </a:lnTo>
                                    <a:lnTo>
                                      <a:pt x="159" y="57"/>
                                    </a:lnTo>
                                    <a:lnTo>
                                      <a:pt x="66" y="38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59F269A" id="Freeform 503" o:spid="_x0000_s1026" alt="Granite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8.5pt,180.6pt,286.95pt,180.1pt,293.5pt,184.35pt,294.9pt,189.45pt,293.95pt,193.7pt,292.1pt,186.65pt,286.45pt,182.95pt,281.8pt,182pt" coordsize="328,2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">
                      <v:fill r:id="rId7" o:title="Granite" recolor="t" type="tile"/>
                      <v:path arrowok="t" o:connecttype="custom" o:connectlocs="0,6350;107315,0;190500,53975;208280,118745;196215,172720;172720,83185;100965,36195;41910,24130" o:connectangles="0,0,0,0,0,0,0,0"/>
                    </v:polylin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2513330</wp:posOffset>
                      </wp:positionH>
                      <wp:positionV relativeFrom="paragraph">
                        <wp:posOffset>2741930</wp:posOffset>
                      </wp:positionV>
                      <wp:extent cx="219075" cy="152400"/>
                      <wp:effectExtent l="4445" t="1270" r="5080" b="8255"/>
                      <wp:wrapNone/>
                      <wp:docPr id="58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01AE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8" o:spid="_x0000_s1027" type="#_x0000_t202" style="position:absolute;left:0;text-align:left;margin-left:197.9pt;margin-top:215.9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sSmwIAAEwFAAAOAAAAZHJzL2Uyb0RvYy54bWysVF1v2yAUfZ+0/4B4T22nThpbdaq2madJ&#10;3YfU7gcQg2M0DAxI7Gzaf98FkjT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01AE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4089400</wp:posOffset>
                      </wp:positionH>
                      <wp:positionV relativeFrom="paragraph">
                        <wp:posOffset>2085975</wp:posOffset>
                      </wp:positionV>
                      <wp:extent cx="95250" cy="290830"/>
                      <wp:effectExtent l="18415" t="21590" r="19685" b="30480"/>
                      <wp:wrapNone/>
                      <wp:docPr id="57" name="Freeform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290830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458"/>
                                  <a:gd name="T2" fmla="*/ 37 w 150"/>
                                  <a:gd name="T3" fmla="*/ 74 h 458"/>
                                  <a:gd name="T4" fmla="*/ 0 w 150"/>
                                  <a:gd name="T5" fmla="*/ 233 h 458"/>
                                  <a:gd name="T6" fmla="*/ 84 w 150"/>
                                  <a:gd name="T7" fmla="*/ 458 h 458"/>
                                  <a:gd name="T8" fmla="*/ 150 w 150"/>
                                  <a:gd name="T9" fmla="*/ 0 h 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0" h="458">
                                    <a:moveTo>
                                      <a:pt x="150" y="0"/>
                                    </a:moveTo>
                                    <a:lnTo>
                                      <a:pt x="37" y="74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84" y="458"/>
                                    </a:lnTo>
                                    <a:lnTo>
                                      <a:pt x="1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C103B" id="Freeform 502" o:spid="_x0000_s1026" style="position:absolute;margin-left:322pt;margin-top:164.25pt;width:7.5pt;height:22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" path="m150,l37,74,,233,84,458,150,xe" fillcolor="#333">
                      <v:path arrowok="t" o:connecttype="custom" o:connectlocs="95250,0;23495,46990;0,147955;53340,290830;9525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3757295</wp:posOffset>
                      </wp:positionH>
                      <wp:positionV relativeFrom="paragraph">
                        <wp:posOffset>1640205</wp:posOffset>
                      </wp:positionV>
                      <wp:extent cx="184150" cy="765810"/>
                      <wp:effectExtent l="10160" t="61595" r="5715" b="20320"/>
                      <wp:wrapNone/>
                      <wp:docPr id="56" name="Freeform 50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0" cy="765810"/>
                              </a:xfrm>
                              <a:custGeom>
                                <a:avLst/>
                                <a:gdLst>
                                  <a:gd name="T0" fmla="*/ 290 w 290"/>
                                  <a:gd name="T1" fmla="*/ 0 h 1206"/>
                                  <a:gd name="T2" fmla="*/ 290 w 290"/>
                                  <a:gd name="T3" fmla="*/ 356 h 1206"/>
                                  <a:gd name="T4" fmla="*/ 262 w 290"/>
                                  <a:gd name="T5" fmla="*/ 655 h 1206"/>
                                  <a:gd name="T6" fmla="*/ 252 w 290"/>
                                  <a:gd name="T7" fmla="*/ 935 h 1206"/>
                                  <a:gd name="T8" fmla="*/ 177 w 290"/>
                                  <a:gd name="T9" fmla="*/ 1104 h 1206"/>
                                  <a:gd name="T10" fmla="*/ 112 w 290"/>
                                  <a:gd name="T11" fmla="*/ 1206 h 1206"/>
                                  <a:gd name="T12" fmla="*/ 46 w 290"/>
                                  <a:gd name="T13" fmla="*/ 973 h 1206"/>
                                  <a:gd name="T14" fmla="*/ 0 w 290"/>
                                  <a:gd name="T15" fmla="*/ 758 h 1206"/>
                                  <a:gd name="T16" fmla="*/ 18 w 290"/>
                                  <a:gd name="T17" fmla="*/ 505 h 1206"/>
                                  <a:gd name="T18" fmla="*/ 131 w 290"/>
                                  <a:gd name="T19" fmla="*/ 1047 h 1206"/>
                                  <a:gd name="T20" fmla="*/ 196 w 290"/>
                                  <a:gd name="T21" fmla="*/ 468 h 1206"/>
                                  <a:gd name="T22" fmla="*/ 290 w 290"/>
                                  <a:gd name="T23" fmla="*/ 0 h 12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90" h="1206">
                                    <a:moveTo>
                                      <a:pt x="290" y="0"/>
                                    </a:moveTo>
                                    <a:lnTo>
                                      <a:pt x="290" y="356"/>
                                    </a:lnTo>
                                    <a:lnTo>
                                      <a:pt x="262" y="655"/>
                                    </a:lnTo>
                                    <a:lnTo>
                                      <a:pt x="252" y="935"/>
                                    </a:lnTo>
                                    <a:lnTo>
                                      <a:pt x="177" y="1104"/>
                                    </a:lnTo>
                                    <a:lnTo>
                                      <a:pt x="112" y="1206"/>
                                    </a:lnTo>
                                    <a:lnTo>
                                      <a:pt x="46" y="973"/>
                                    </a:lnTo>
                                    <a:lnTo>
                                      <a:pt x="0" y="758"/>
                                    </a:lnTo>
                                    <a:lnTo>
                                      <a:pt x="18" y="505"/>
                                    </a:lnTo>
                                    <a:lnTo>
                                      <a:pt x="131" y="1047"/>
                                    </a:lnTo>
                                    <a:lnTo>
                                      <a:pt x="196" y="468"/>
                                    </a:lnTo>
                                    <a:lnTo>
                                      <a:pt x="29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94F0A" id="Freeform 501" o:spid="_x0000_s1026" alt="Granite" style="position:absolute;margin-left:295.85pt;margin-top:129.15pt;width:14.5pt;height:60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0,12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xX0Zz+AAAAALAQAADwAAAGRycy9kb3du&#10;cmV2LnhtbEyPwU7DMAyG70i8Q2Qkbixdp3VdqTshBAe4bezCLWtMW9Y4JUm37u3JTnC0/en395eb&#10;yfTiRM53lhHmswQEcW11xw3C/uP1IQfhg2KtesuEcCEPm+r2plSFtmfe0mkXGhFD2BcKoQ1hKKT0&#10;dUtG+ZkdiOPtyzqjQhxdI7VT5xhuepkmSSaN6jh+aNVAzy3Vx91oEIykbBgdf6fTcX95eXdvP3n3&#10;iXh/Nz09ggg0hT8YrvpRHarodLAjay96hOV6voooQrrMFyAikaVJ3BwQFqt8DbIq5f8O1S8A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" path="m290,r,356l262,655,252,935r-75,169l112,1206,46,973,,758,18,505r113,542l196,468,290,xe">
                      <v:fill r:id="rId7" o:title="Granite" recolor="t" type="tile"/>
                      <v:path arrowok="t" o:connecttype="custom" o:connectlocs="184150,0;184150,226060;166370,415925;160020,593725;112395,701040;71120,765810;29210,617855;0,481330;11430,320675;83185,664845;124460,297180;184150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1729105</wp:posOffset>
                      </wp:positionV>
                      <wp:extent cx="142240" cy="1003935"/>
                      <wp:effectExtent l="11430" t="36195" r="17780" b="45720"/>
                      <wp:wrapNone/>
                      <wp:docPr id="55" name="Freeform 50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1003935"/>
                              </a:xfrm>
                              <a:custGeom>
                                <a:avLst/>
                                <a:gdLst>
                                  <a:gd name="T0" fmla="*/ 206 w 224"/>
                                  <a:gd name="T1" fmla="*/ 0 h 1581"/>
                                  <a:gd name="T2" fmla="*/ 93 w 224"/>
                                  <a:gd name="T3" fmla="*/ 403 h 1581"/>
                                  <a:gd name="T4" fmla="*/ 65 w 224"/>
                                  <a:gd name="T5" fmla="*/ 777 h 1581"/>
                                  <a:gd name="T6" fmla="*/ 0 w 224"/>
                                  <a:gd name="T7" fmla="*/ 1048 h 1581"/>
                                  <a:gd name="T8" fmla="*/ 0 w 224"/>
                                  <a:gd name="T9" fmla="*/ 1235 h 1581"/>
                                  <a:gd name="T10" fmla="*/ 0 w 224"/>
                                  <a:gd name="T11" fmla="*/ 1581 h 1581"/>
                                  <a:gd name="T12" fmla="*/ 150 w 224"/>
                                  <a:gd name="T13" fmla="*/ 1001 h 1581"/>
                                  <a:gd name="T14" fmla="*/ 224 w 224"/>
                                  <a:gd name="T15" fmla="*/ 449 h 1581"/>
                                  <a:gd name="T16" fmla="*/ 206 w 224"/>
                                  <a:gd name="T17" fmla="*/ 0 h 15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4" h="1581">
                                    <a:moveTo>
                                      <a:pt x="206" y="0"/>
                                    </a:moveTo>
                                    <a:lnTo>
                                      <a:pt x="93" y="403"/>
                                    </a:lnTo>
                                    <a:lnTo>
                                      <a:pt x="65" y="777"/>
                                    </a:lnTo>
                                    <a:lnTo>
                                      <a:pt x="0" y="1048"/>
                                    </a:lnTo>
                                    <a:lnTo>
                                      <a:pt x="0" y="1235"/>
                                    </a:lnTo>
                                    <a:lnTo>
                                      <a:pt x="0" y="1581"/>
                                    </a:lnTo>
                                    <a:lnTo>
                                      <a:pt x="150" y="1001"/>
                                    </a:lnTo>
                                    <a:lnTo>
                                      <a:pt x="224" y="449"/>
                                    </a:lnTo>
                                    <a:lnTo>
                                      <a:pt x="206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C8598" id="Freeform 500" o:spid="_x0000_s1026" alt="Granite" style="position:absolute;margin-left:319.2pt;margin-top:136.15pt;width:11.2pt;height:79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,15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" path="m206,l93,403,65,777,,1048r,187l,1581,150,1001,224,449,206,xe">
                      <v:fill r:id="rId7" o:title="Granite" recolor="t" type="tile"/>
                      <v:path arrowok="t" o:connecttype="custom" o:connectlocs="130810,0;59055,255905;41275,493395;0,665480;0,784225;0,1003935;95250,635635;142240,285115;130810,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3642995</wp:posOffset>
                      </wp:positionV>
                      <wp:extent cx="219075" cy="152400"/>
                      <wp:effectExtent l="8255" t="6985" r="1270" b="2540"/>
                      <wp:wrapNone/>
                      <wp:docPr id="54" name="Text Box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1AE3" w:rsidRPr="004E4B01" w:rsidRDefault="00701AE3" w:rsidP="00701AE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9" o:spid="_x0000_s1028" type="#_x0000_t202" style="position:absolute;left:0;text-align:left;margin-left:258.2pt;margin-top:286.85pt;width:17.25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HMB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701AE3" w:rsidRPr="004E4B01" w:rsidRDefault="00701AE3" w:rsidP="00701AE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2065655</wp:posOffset>
                      </wp:positionH>
                      <wp:positionV relativeFrom="paragraph">
                        <wp:posOffset>4384675</wp:posOffset>
                      </wp:positionV>
                      <wp:extent cx="219075" cy="152400"/>
                      <wp:effectExtent l="4445" t="5715" r="5080" b="3810"/>
                      <wp:wrapNone/>
                      <wp:docPr id="53" name="Text Box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610E" w:rsidRPr="004E4B01" w:rsidRDefault="00A5610E" w:rsidP="00A5610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8" o:spid="_x0000_s1029" type="#_x0000_t202" style="position:absolute;left:0;text-align:left;margin-left:162.65pt;margin-top:345.25pt;width:17.25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A5610E" w:rsidRPr="004E4B01" w:rsidRDefault="00A5610E" w:rsidP="00A5610E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3875405</wp:posOffset>
                      </wp:positionH>
                      <wp:positionV relativeFrom="paragraph">
                        <wp:posOffset>2839720</wp:posOffset>
                      </wp:positionV>
                      <wp:extent cx="154940" cy="730250"/>
                      <wp:effectExtent l="13970" t="13335" r="31115" b="8890"/>
                      <wp:wrapNone/>
                      <wp:docPr id="52" name="Freeform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730250"/>
                              </a:xfrm>
                              <a:custGeom>
                                <a:avLst/>
                                <a:gdLst>
                                  <a:gd name="T0" fmla="*/ 0 w 244"/>
                                  <a:gd name="T1" fmla="*/ 1094 h 1150"/>
                                  <a:gd name="T2" fmla="*/ 66 w 244"/>
                                  <a:gd name="T3" fmla="*/ 589 h 1150"/>
                                  <a:gd name="T4" fmla="*/ 244 w 244"/>
                                  <a:gd name="T5" fmla="*/ 0 h 1150"/>
                                  <a:gd name="T6" fmla="*/ 10 w 244"/>
                                  <a:gd name="T7" fmla="*/ 1150 h 1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4" h="1150">
                                    <a:moveTo>
                                      <a:pt x="0" y="1094"/>
                                    </a:moveTo>
                                    <a:lnTo>
                                      <a:pt x="66" y="589"/>
                                    </a:lnTo>
                                    <a:lnTo>
                                      <a:pt x="244" y="0"/>
                                    </a:lnTo>
                                    <a:lnTo>
                                      <a:pt x="10" y="115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A0DA1DE" id="Freeform 49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5.15pt,278.3pt,308.45pt,253.05pt,317.35pt,223.6pt,305.65pt,281.1pt" coordsize="244,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" fillcolor="silver">
                      <v:path arrowok="t" o:connecttype="custom" o:connectlocs="0,694690;41910,374015;154940,0;6350,730250" o:connectangles="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1491615</wp:posOffset>
                      </wp:positionV>
                      <wp:extent cx="177800" cy="1128395"/>
                      <wp:effectExtent l="15875" t="74930" r="34925" b="6350"/>
                      <wp:wrapNone/>
                      <wp:docPr id="51" name="Freeform 49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800" cy="1128395"/>
                              </a:xfrm>
                              <a:custGeom>
                                <a:avLst/>
                                <a:gdLst>
                                  <a:gd name="T0" fmla="*/ 84 w 280"/>
                                  <a:gd name="T1" fmla="*/ 0 h 1777"/>
                                  <a:gd name="T2" fmla="*/ 149 w 280"/>
                                  <a:gd name="T3" fmla="*/ 421 h 1777"/>
                                  <a:gd name="T4" fmla="*/ 121 w 280"/>
                                  <a:gd name="T5" fmla="*/ 748 h 1777"/>
                                  <a:gd name="T6" fmla="*/ 159 w 280"/>
                                  <a:gd name="T7" fmla="*/ 1113 h 1777"/>
                                  <a:gd name="T8" fmla="*/ 280 w 280"/>
                                  <a:gd name="T9" fmla="*/ 1777 h 1777"/>
                                  <a:gd name="T10" fmla="*/ 103 w 280"/>
                                  <a:gd name="T11" fmla="*/ 1160 h 1777"/>
                                  <a:gd name="T12" fmla="*/ 0 w 280"/>
                                  <a:gd name="T13" fmla="*/ 861 h 1777"/>
                                  <a:gd name="T14" fmla="*/ 28 w 280"/>
                                  <a:gd name="T15" fmla="*/ 505 h 1777"/>
                                  <a:gd name="T16" fmla="*/ 84 w 280"/>
                                  <a:gd name="T17" fmla="*/ 159 h 1777"/>
                                  <a:gd name="T18" fmla="*/ 84 w 280"/>
                                  <a:gd name="T19" fmla="*/ 0 h 17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80" h="1777">
                                    <a:moveTo>
                                      <a:pt x="84" y="0"/>
                                    </a:moveTo>
                                    <a:lnTo>
                                      <a:pt x="149" y="421"/>
                                    </a:lnTo>
                                    <a:lnTo>
                                      <a:pt x="121" y="748"/>
                                    </a:lnTo>
                                    <a:lnTo>
                                      <a:pt x="159" y="1113"/>
                                    </a:lnTo>
                                    <a:lnTo>
                                      <a:pt x="280" y="1777"/>
                                    </a:lnTo>
                                    <a:lnTo>
                                      <a:pt x="103" y="1160"/>
                                    </a:lnTo>
                                    <a:lnTo>
                                      <a:pt x="0" y="861"/>
                                    </a:lnTo>
                                    <a:lnTo>
                                      <a:pt x="28" y="505"/>
                                    </a:lnTo>
                                    <a:lnTo>
                                      <a:pt x="84" y="159"/>
                                    </a:lnTo>
                                    <a:lnTo>
                                      <a:pt x="84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7CBE5" id="Freeform 494" o:spid="_x0000_s1026" alt="Granite" style="position:absolute;margin-left:152.3pt;margin-top:117.45pt;width:14pt;height:88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0,17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" path="m84,r65,421l121,748r38,365l280,1777,103,1160,,861,28,505,84,159,84,xe">
                      <v:fill r:id="rId7" o:title="Granite" recolor="t" type="tile"/>
                      <v:path arrowok="t" o:connecttype="custom" o:connectlocs="53340,0;94615,267335;76835,474980;100965,706755;177800,1128395;65405,736600;0,546735;17780,320675;53340,100965;53340,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2293620</wp:posOffset>
                      </wp:positionV>
                      <wp:extent cx="219710" cy="290830"/>
                      <wp:effectExtent l="17145" t="10160" r="58420" b="13335"/>
                      <wp:wrapNone/>
                      <wp:docPr id="50" name="Freeform 49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9710" cy="290830"/>
                              </a:xfrm>
                              <a:custGeom>
                                <a:avLst/>
                                <a:gdLst>
                                  <a:gd name="T0" fmla="*/ 46 w 346"/>
                                  <a:gd name="T1" fmla="*/ 458 h 458"/>
                                  <a:gd name="T2" fmla="*/ 0 w 346"/>
                                  <a:gd name="T3" fmla="*/ 290 h 458"/>
                                  <a:gd name="T4" fmla="*/ 18 w 346"/>
                                  <a:gd name="T5" fmla="*/ 131 h 458"/>
                                  <a:gd name="T6" fmla="*/ 65 w 346"/>
                                  <a:gd name="T7" fmla="*/ 47 h 458"/>
                                  <a:gd name="T8" fmla="*/ 168 w 346"/>
                                  <a:gd name="T9" fmla="*/ 0 h 458"/>
                                  <a:gd name="T10" fmla="*/ 346 w 346"/>
                                  <a:gd name="T11" fmla="*/ 0 h 458"/>
                                  <a:gd name="T12" fmla="*/ 121 w 346"/>
                                  <a:gd name="T13" fmla="*/ 47 h 458"/>
                                  <a:gd name="T14" fmla="*/ 37 w 346"/>
                                  <a:gd name="T15" fmla="*/ 140 h 458"/>
                                  <a:gd name="T16" fmla="*/ 46 w 346"/>
                                  <a:gd name="T17" fmla="*/ 402 h 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6" h="458">
                                    <a:moveTo>
                                      <a:pt x="46" y="458"/>
                                    </a:moveTo>
                                    <a:lnTo>
                                      <a:pt x="0" y="290"/>
                                    </a:lnTo>
                                    <a:lnTo>
                                      <a:pt x="18" y="131"/>
                                    </a:lnTo>
                                    <a:lnTo>
                                      <a:pt x="65" y="47"/>
                                    </a:lnTo>
                                    <a:lnTo>
                                      <a:pt x="168" y="0"/>
                                    </a:lnTo>
                                    <a:lnTo>
                                      <a:pt x="346" y="0"/>
                                    </a:lnTo>
                                    <a:lnTo>
                                      <a:pt x="121" y="47"/>
                                    </a:lnTo>
                                    <a:lnTo>
                                      <a:pt x="37" y="140"/>
                                    </a:lnTo>
                                    <a:lnTo>
                                      <a:pt x="46" y="402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BD3056E" id="Freeform 493" o:spid="_x0000_s1026" alt="Granite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9.2pt,203.5pt,186.9pt,195.1pt,187.8pt,187.15pt,190.15pt,182.95pt,195.3pt,180.6pt,204.2pt,180.6pt,192.95pt,182.95pt,188.75pt,187.6pt,189.2pt,200.7pt" coordsize="346,4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">
                      <v:fill r:id="rId7" o:title="Granite" recolor="t" type="tile"/>
                      <v:path arrowok="t" o:connecttype="custom" o:connectlocs="29210,290830;0,184150;11430,83185;41275,29845;106680,0;219710,0;76835,29845;23495,88900;29210,255270" o:connectangles="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1456055</wp:posOffset>
                      </wp:positionV>
                      <wp:extent cx="219710" cy="896620"/>
                      <wp:effectExtent l="15240" t="77470" r="12700" b="35560"/>
                      <wp:wrapNone/>
                      <wp:docPr id="49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9710" cy="896620"/>
                              </a:xfrm>
                              <a:custGeom>
                                <a:avLst/>
                                <a:gdLst>
                                  <a:gd name="T0" fmla="*/ 327 w 346"/>
                                  <a:gd name="T1" fmla="*/ 589 h 1412"/>
                                  <a:gd name="T2" fmla="*/ 346 w 346"/>
                                  <a:gd name="T3" fmla="*/ 982 h 1412"/>
                                  <a:gd name="T4" fmla="*/ 336 w 346"/>
                                  <a:gd name="T5" fmla="*/ 1225 h 1412"/>
                                  <a:gd name="T6" fmla="*/ 290 w 346"/>
                                  <a:gd name="T7" fmla="*/ 1347 h 1412"/>
                                  <a:gd name="T8" fmla="*/ 187 w 346"/>
                                  <a:gd name="T9" fmla="*/ 1412 h 1412"/>
                                  <a:gd name="T10" fmla="*/ 112 w 346"/>
                                  <a:gd name="T11" fmla="*/ 1375 h 1412"/>
                                  <a:gd name="T12" fmla="*/ 47 w 346"/>
                                  <a:gd name="T13" fmla="*/ 1141 h 1412"/>
                                  <a:gd name="T14" fmla="*/ 75 w 346"/>
                                  <a:gd name="T15" fmla="*/ 945 h 1412"/>
                                  <a:gd name="T16" fmla="*/ 28 w 346"/>
                                  <a:gd name="T17" fmla="*/ 776 h 1412"/>
                                  <a:gd name="T18" fmla="*/ 9 w 346"/>
                                  <a:gd name="T19" fmla="*/ 487 h 1412"/>
                                  <a:gd name="T20" fmla="*/ 0 w 346"/>
                                  <a:gd name="T21" fmla="*/ 0 h 1412"/>
                                  <a:gd name="T22" fmla="*/ 84 w 346"/>
                                  <a:gd name="T23" fmla="*/ 515 h 1412"/>
                                  <a:gd name="T24" fmla="*/ 168 w 346"/>
                                  <a:gd name="T25" fmla="*/ 1001 h 1412"/>
                                  <a:gd name="T26" fmla="*/ 177 w 346"/>
                                  <a:gd name="T27" fmla="*/ 1356 h 1412"/>
                                  <a:gd name="T28" fmla="*/ 187 w 346"/>
                                  <a:gd name="T29" fmla="*/ 1272 h 1412"/>
                                  <a:gd name="T30" fmla="*/ 318 w 346"/>
                                  <a:gd name="T31" fmla="*/ 646 h 14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46" h="1412">
                                    <a:moveTo>
                                      <a:pt x="327" y="589"/>
                                    </a:moveTo>
                                    <a:lnTo>
                                      <a:pt x="346" y="982"/>
                                    </a:lnTo>
                                    <a:lnTo>
                                      <a:pt x="336" y="1225"/>
                                    </a:lnTo>
                                    <a:lnTo>
                                      <a:pt x="290" y="1347"/>
                                    </a:lnTo>
                                    <a:lnTo>
                                      <a:pt x="187" y="1412"/>
                                    </a:lnTo>
                                    <a:lnTo>
                                      <a:pt x="112" y="1375"/>
                                    </a:lnTo>
                                    <a:lnTo>
                                      <a:pt x="47" y="1141"/>
                                    </a:lnTo>
                                    <a:lnTo>
                                      <a:pt x="75" y="945"/>
                                    </a:lnTo>
                                    <a:lnTo>
                                      <a:pt x="28" y="776"/>
                                    </a:lnTo>
                                    <a:lnTo>
                                      <a:pt x="9" y="48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4" y="515"/>
                                    </a:lnTo>
                                    <a:lnTo>
                                      <a:pt x="168" y="1001"/>
                                    </a:lnTo>
                                    <a:lnTo>
                                      <a:pt x="177" y="1356"/>
                                    </a:lnTo>
                                    <a:lnTo>
                                      <a:pt x="187" y="1272"/>
                                    </a:lnTo>
                                    <a:lnTo>
                                      <a:pt x="318" y="646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D972C7" id="Freeform 492" o:spid="_x0000_s1026" alt="Granite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7.35pt,144.1pt,188.3pt,163.75pt,187.8pt,175.9pt,185.5pt,182pt,180.35pt,185.25pt,176.6pt,183.4pt,173.35pt,171.7pt,174.75pt,161.9pt,172.4pt,153.45pt,171.45pt,139pt,171pt,114.65pt,175.2pt,140.4pt,179.4pt,164.7pt,179.85pt,182.45pt,180.35pt,178.25pt,186.9pt,146.95pt" coordsize="346,14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">
                      <v:fill r:id="rId7" o:title="Granite" recolor="t" type="tile"/>
                      <v:path arrowok="t" o:connecttype="custom" o:connectlocs="207645,374015;219710,623570;213360,777875;184150,855345;118745,896620;71120,873125;29845,724535;47625,600075;17780,492760;5715,309245;0,0;53340,327025;106680,635635;112395,861060;118745,807720;201930,410210" o:connectangles="0,0,0,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4051300</wp:posOffset>
                      </wp:positionV>
                      <wp:extent cx="581660" cy="130175"/>
                      <wp:effectExtent l="44450" t="15240" r="31115" b="16510"/>
                      <wp:wrapNone/>
                      <wp:docPr id="48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1660" cy="130175"/>
                              </a:xfrm>
                              <a:custGeom>
                                <a:avLst/>
                                <a:gdLst>
                                  <a:gd name="T0" fmla="*/ 916 w 916"/>
                                  <a:gd name="T1" fmla="*/ 205 h 205"/>
                                  <a:gd name="T2" fmla="*/ 785 w 916"/>
                                  <a:gd name="T3" fmla="*/ 102 h 205"/>
                                  <a:gd name="T4" fmla="*/ 430 w 916"/>
                                  <a:gd name="T5" fmla="*/ 0 h 205"/>
                                  <a:gd name="T6" fmla="*/ 0 w 916"/>
                                  <a:gd name="T7" fmla="*/ 112 h 205"/>
                                  <a:gd name="T8" fmla="*/ 514 w 916"/>
                                  <a:gd name="T9" fmla="*/ 112 h 205"/>
                                  <a:gd name="T10" fmla="*/ 916 w 916"/>
                                  <a:gd name="T11" fmla="*/ 205 h 2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6" h="205">
                                    <a:moveTo>
                                      <a:pt x="916" y="205"/>
                                    </a:moveTo>
                                    <a:lnTo>
                                      <a:pt x="785" y="102"/>
                                    </a:lnTo>
                                    <a:lnTo>
                                      <a:pt x="430" y="0"/>
                                    </a:lnTo>
                                    <a:lnTo>
                                      <a:pt x="0" y="112"/>
                                    </a:lnTo>
                                    <a:lnTo>
                                      <a:pt x="514" y="112"/>
                                    </a:lnTo>
                                    <a:lnTo>
                                      <a:pt x="916" y="20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F0EF9" id="Freeform 491" o:spid="_x0000_s1026" alt="Granite" style="position:absolute;margin-left:112.55pt;margin-top:319pt;width:45.8pt;height:10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6,2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" path="m916,205l785,102,430,,,112r514,l916,205xe">
                      <v:fill r:id="rId7" o:title="Granite" recolor="t" type="tile"/>
                      <v:path arrowok="t" o:connecttype="custom" o:connectlocs="581660,130175;498475,64770;273050,0;0,71120;326390,71120;581660,13017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4175760</wp:posOffset>
                      </wp:positionV>
                      <wp:extent cx="309245" cy="285115"/>
                      <wp:effectExtent l="10160" t="15875" r="23495" b="22860"/>
                      <wp:wrapNone/>
                      <wp:docPr id="47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245" cy="285115"/>
                              </a:xfrm>
                              <a:custGeom>
                                <a:avLst/>
                                <a:gdLst>
                                  <a:gd name="T0" fmla="*/ 0 w 487"/>
                                  <a:gd name="T1" fmla="*/ 84 h 449"/>
                                  <a:gd name="T2" fmla="*/ 206 w 487"/>
                                  <a:gd name="T3" fmla="*/ 0 h 449"/>
                                  <a:gd name="T4" fmla="*/ 412 w 487"/>
                                  <a:gd name="T5" fmla="*/ 65 h 449"/>
                                  <a:gd name="T6" fmla="*/ 449 w 487"/>
                                  <a:gd name="T7" fmla="*/ 327 h 449"/>
                                  <a:gd name="T8" fmla="*/ 487 w 487"/>
                                  <a:gd name="T9" fmla="*/ 449 h 449"/>
                                  <a:gd name="T10" fmla="*/ 243 w 487"/>
                                  <a:gd name="T11" fmla="*/ 215 h 449"/>
                                  <a:gd name="T12" fmla="*/ 56 w 487"/>
                                  <a:gd name="T13" fmla="*/ 112 h 4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87" h="449">
                                    <a:moveTo>
                                      <a:pt x="0" y="84"/>
                                    </a:moveTo>
                                    <a:lnTo>
                                      <a:pt x="206" y="0"/>
                                    </a:lnTo>
                                    <a:lnTo>
                                      <a:pt x="412" y="65"/>
                                    </a:lnTo>
                                    <a:lnTo>
                                      <a:pt x="449" y="327"/>
                                    </a:lnTo>
                                    <a:lnTo>
                                      <a:pt x="487" y="449"/>
                                    </a:lnTo>
                                    <a:lnTo>
                                      <a:pt x="243" y="215"/>
                                    </a:lnTo>
                                    <a:lnTo>
                                      <a:pt x="56" y="112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38E0556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1pt,333pt,179.4pt,328.8pt,189.7pt,332.05pt,191.55pt,345.15pt,193.45pt,351.25pt,181.25pt,339.55pt,171.9pt,334.4pt" coordsize="487,4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">
                      <v:fill r:id="rId7" o:title="Granite" recolor="t" type="tile"/>
                      <v:path arrowok="t" o:connecttype="custom" o:connectlocs="0,53340;130810,0;261620,41275;285115,207645;309245,285115;154305,136525;35560,71120" o:connectangles="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2786380</wp:posOffset>
                      </wp:positionV>
                      <wp:extent cx="184150" cy="730250"/>
                      <wp:effectExtent l="8255" t="7620" r="36195" b="5080"/>
                      <wp:wrapNone/>
                      <wp:docPr id="46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0" cy="730250"/>
                              </a:xfrm>
                              <a:custGeom>
                                <a:avLst/>
                                <a:gdLst>
                                  <a:gd name="T0" fmla="*/ 0 w 290"/>
                                  <a:gd name="T1" fmla="*/ 0 h 1150"/>
                                  <a:gd name="T2" fmla="*/ 19 w 290"/>
                                  <a:gd name="T3" fmla="*/ 280 h 1150"/>
                                  <a:gd name="T4" fmla="*/ 75 w 290"/>
                                  <a:gd name="T5" fmla="*/ 589 h 1150"/>
                                  <a:gd name="T6" fmla="*/ 290 w 290"/>
                                  <a:gd name="T7" fmla="*/ 1150 h 1150"/>
                                  <a:gd name="T8" fmla="*/ 0 w 290"/>
                                  <a:gd name="T9" fmla="*/ 56 h 1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90" h="1150">
                                    <a:moveTo>
                                      <a:pt x="0" y="0"/>
                                    </a:moveTo>
                                    <a:lnTo>
                                      <a:pt x="19" y="280"/>
                                    </a:lnTo>
                                    <a:lnTo>
                                      <a:pt x="75" y="589"/>
                                    </a:lnTo>
                                    <a:lnTo>
                                      <a:pt x="290" y="1150"/>
                                    </a:lnTo>
                                    <a:lnTo>
                                      <a:pt x="0" y="56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BF74CC1" id="Freeform 48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2.95pt,219.4pt,193.9pt,233.4pt,196.7pt,248.85pt,207.45pt,276.9pt,192.95pt,222.2pt" coordsize="290,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" fillcolor="silver">
                      <v:path arrowok="t" o:connecttype="custom" o:connectlocs="0,0;12065,177800;47625,374015;184150,730250;0,35560" o:connectangles="0,0,0,0,0"/>
                    </v:polylin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01AE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30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01AE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01AE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31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01AE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01A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01A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2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01A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01A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01A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01A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3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01A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01A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14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400B2F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4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701AE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74231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701AE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E6F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3787A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0AEA3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6335A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5610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5610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5610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5610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75-99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01AE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701AE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A5610E">
              <w:rPr>
                <w:rFonts w:ascii="Arial" w:hAnsi="Arial" w:cs="Arial"/>
                <w:sz w:val="18"/>
                <w:szCs w:val="20"/>
              </w:rPr>
              <w:t xml:space="preserve"> Moderate stenosis (50-74%) at the subclavian artery origin</w:t>
            </w:r>
            <w:r w:rsidR="00701AE3">
              <w:rPr>
                <w:rFonts w:ascii="Arial" w:hAnsi="Arial" w:cs="Arial"/>
                <w:sz w:val="18"/>
                <w:szCs w:val="20"/>
              </w:rPr>
              <w:t>, however no subclavian steal is noted</w:t>
            </w:r>
            <w:r w:rsidR="00A5610E">
              <w:rPr>
                <w:rFonts w:ascii="Arial" w:hAnsi="Arial" w:cs="Arial"/>
                <w:sz w:val="18"/>
                <w:szCs w:val="20"/>
              </w:rPr>
              <w:t xml:space="preserve">. Mild atheroma (&lt;50%) in the mid CCA.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701AE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701AE3">
              <w:rPr>
                <w:rFonts w:ascii="Arial" w:hAnsi="Arial"/>
                <w:bCs/>
                <w:sz w:val="18"/>
                <w:szCs w:val="18"/>
              </w:rPr>
              <w:t xml:space="preserve"> 50-74% distal CCA stenosis. Normal subclavian flow.</w:t>
            </w:r>
          </w:p>
          <w:p w:rsidR="00701AE3" w:rsidRPr="00BE67C6" w:rsidRDefault="00701AE3" w:rsidP="00701AE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701AE3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10E" w:rsidRDefault="00A5610E">
      <w:r>
        <w:separator/>
      </w:r>
    </w:p>
  </w:endnote>
  <w:endnote w:type="continuationSeparator" w:id="0">
    <w:p w:rsidR="00A5610E" w:rsidRDefault="00A5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10E" w:rsidRDefault="00A5610E">
      <w:r>
        <w:separator/>
      </w:r>
    </w:p>
  </w:footnote>
  <w:footnote w:type="continuationSeparator" w:id="0">
    <w:p w:rsidR="00A5610E" w:rsidRDefault="00A5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701AE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0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24118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01AE3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5610E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8997C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701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01AE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2020-08-07T09:01:00Z</dcterms:created>
  <dcterms:modified xsi:type="dcterms:W3CDTF">2020-08-07T09:01:00Z</dcterms:modified>
</cp:coreProperties>
</file>